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2E" w:rsidRPr="008A7FB9" w:rsidRDefault="00C65A2E" w:rsidP="00F057D4">
      <w:pPr>
        <w:tabs>
          <w:tab w:val="left" w:pos="4678"/>
          <w:tab w:val="left" w:pos="9653"/>
        </w:tabs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8</w:t>
      </w:r>
    </w:p>
    <w:p w:rsidR="00C65A2E" w:rsidRDefault="00C65A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F057D4">
        <w:rPr>
          <w:rFonts w:ascii="Times New Roman" w:hAnsi="Times New Roman" w:cs="Times New Roman"/>
          <w:sz w:val="28"/>
          <w:szCs w:val="28"/>
        </w:rPr>
        <w:t xml:space="preserve">решению Совета Школьненского сельского поселения </w:t>
      </w:r>
    </w:p>
    <w:p w:rsidR="00C65A2E" w:rsidRPr="00F057D4" w:rsidRDefault="00C65A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057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C65A2E" w:rsidRDefault="00C65A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</w:t>
      </w:r>
      <w:r w:rsidRPr="00F05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F057D4">
        <w:rPr>
          <w:rFonts w:ascii="Times New Roman" w:hAnsi="Times New Roman" w:cs="Times New Roman"/>
          <w:sz w:val="28"/>
          <w:szCs w:val="28"/>
        </w:rPr>
        <w:t>бря 2014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F057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C65A2E" w:rsidRDefault="00C65A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C65A2E" w:rsidRPr="00F057D4" w:rsidRDefault="00C65A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C65A2E" w:rsidRPr="00FD0CD3" w:rsidRDefault="00C65A2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C65A2E" w:rsidRPr="00FD0CD3" w:rsidRDefault="00C65A2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C65A2E" w:rsidRPr="009105B9" w:rsidRDefault="00C65A2E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65A2E" w:rsidRDefault="00C65A2E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C65A2E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5A2E" w:rsidRPr="001435FF" w:rsidRDefault="00C65A2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5A2E" w:rsidRPr="008D66B7" w:rsidRDefault="00C65A2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65A2E" w:rsidRPr="001435FF" w:rsidRDefault="00C65A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65A2E" w:rsidRPr="001435FF" w:rsidRDefault="00C65A2E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C65A2E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2E" w:rsidRPr="001435FF" w:rsidRDefault="00C65A2E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2E" w:rsidRPr="001435FF" w:rsidRDefault="00C65A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2E" w:rsidRPr="001435FF" w:rsidRDefault="00C65A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65A2E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C65A2E" w:rsidRPr="001435FF" w:rsidRDefault="00C65A2E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C65A2E" w:rsidRPr="009C2D45" w:rsidRDefault="00C65A2E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C65A2E" w:rsidRPr="00690313" w:rsidRDefault="00C65A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A2E" w:rsidRPr="001435FF">
        <w:trPr>
          <w:trHeight w:val="113"/>
        </w:trPr>
        <w:tc>
          <w:tcPr>
            <w:tcW w:w="561" w:type="dxa"/>
            <w:vMerge/>
          </w:tcPr>
          <w:p w:rsidR="00C65A2E" w:rsidRPr="001435FF" w:rsidRDefault="00C65A2E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C65A2E" w:rsidRPr="001435FF" w:rsidRDefault="00C65A2E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C65A2E" w:rsidRPr="001569FE" w:rsidRDefault="00C65A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  <w:tr w:rsidR="00C65A2E" w:rsidRPr="00A755D8">
        <w:trPr>
          <w:trHeight w:val="113"/>
        </w:trPr>
        <w:tc>
          <w:tcPr>
            <w:tcW w:w="561" w:type="dxa"/>
          </w:tcPr>
          <w:p w:rsidR="00C65A2E" w:rsidRPr="00A755D8" w:rsidRDefault="00C65A2E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C65A2E" w:rsidRPr="00A755D8" w:rsidRDefault="00C65A2E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65A2E" w:rsidRPr="00A755D8" w:rsidRDefault="00C65A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65A2E" w:rsidRPr="00EE057C">
        <w:trPr>
          <w:trHeight w:val="113"/>
        </w:trPr>
        <w:tc>
          <w:tcPr>
            <w:tcW w:w="6961" w:type="dxa"/>
            <w:gridSpan w:val="2"/>
          </w:tcPr>
          <w:p w:rsidR="00C65A2E" w:rsidRPr="00EE057C" w:rsidRDefault="00C65A2E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C65A2E" w:rsidRDefault="00C65A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</w:tbl>
    <w:p w:rsidR="00C65A2E" w:rsidRPr="00EE057C" w:rsidRDefault="00C65A2E">
      <w:pPr>
        <w:rPr>
          <w:rFonts w:ascii="Times New Roman" w:hAnsi="Times New Roman" w:cs="Times New Roman"/>
          <w:sz w:val="28"/>
          <w:szCs w:val="28"/>
        </w:rPr>
      </w:pPr>
    </w:p>
    <w:p w:rsidR="00C65A2E" w:rsidRPr="00EE057C" w:rsidRDefault="00C65A2E">
      <w:pPr>
        <w:rPr>
          <w:rFonts w:ascii="Times New Roman" w:hAnsi="Times New Roman" w:cs="Times New Roman"/>
          <w:sz w:val="28"/>
          <w:szCs w:val="28"/>
        </w:rPr>
      </w:pPr>
    </w:p>
    <w:p w:rsidR="00C65A2E" w:rsidRPr="00EE057C" w:rsidRDefault="00C65A2E">
      <w:pPr>
        <w:rPr>
          <w:rFonts w:ascii="Times New Roman" w:hAnsi="Times New Roman" w:cs="Times New Roman"/>
          <w:sz w:val="28"/>
          <w:szCs w:val="28"/>
        </w:rPr>
      </w:pPr>
    </w:p>
    <w:p w:rsidR="00C65A2E" w:rsidRPr="00EE057C" w:rsidRDefault="00C65A2E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C65A2E" w:rsidRDefault="00C65A2E"/>
    <w:sectPr w:rsidR="00C65A2E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308C5"/>
    <w:rsid w:val="00131D89"/>
    <w:rsid w:val="0013640F"/>
    <w:rsid w:val="0013704F"/>
    <w:rsid w:val="00137D08"/>
    <w:rsid w:val="001435FF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5639F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53D28"/>
    <w:rsid w:val="00360B01"/>
    <w:rsid w:val="0036361C"/>
    <w:rsid w:val="0036444E"/>
    <w:rsid w:val="00370EC7"/>
    <w:rsid w:val="003753DB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109C"/>
    <w:rsid w:val="0062670C"/>
    <w:rsid w:val="006333B8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7314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64F70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1A99"/>
    <w:rsid w:val="00A755D8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6AF9"/>
    <w:rsid w:val="00C63C9A"/>
    <w:rsid w:val="00C65A2E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E001ED"/>
    <w:rsid w:val="00E04D5F"/>
    <w:rsid w:val="00E17C61"/>
    <w:rsid w:val="00E34EF1"/>
    <w:rsid w:val="00E42EEE"/>
    <w:rsid w:val="00E46020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3D64"/>
    <w:rsid w:val="00F355DC"/>
    <w:rsid w:val="00F35C33"/>
    <w:rsid w:val="00F6264D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104</Words>
  <Characters>598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10</cp:revision>
  <cp:lastPrinted>2014-12-15T08:54:00Z</cp:lastPrinted>
  <dcterms:created xsi:type="dcterms:W3CDTF">2014-11-11T11:46:00Z</dcterms:created>
  <dcterms:modified xsi:type="dcterms:W3CDTF">2014-12-15T08:55:00Z</dcterms:modified>
</cp:coreProperties>
</file>